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27CC35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714A66">
        <w:rPr>
          <w:rStyle w:val="Strong"/>
          <w:rFonts w:asciiTheme="minorHAnsi" w:hAnsiTheme="minorHAnsi" w:cstheme="minorHAnsi"/>
          <w:lang w:val="en-GB"/>
        </w:rPr>
        <w:t>37-G002-24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0FFE248" w:rsidR="00B0293A" w:rsidRPr="00532E97" w:rsidRDefault="00210B3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22/07/20224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71ADDB5" w:rsidR="00B0293A" w:rsidRPr="00CB6DDC" w:rsidRDefault="00210B3B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26/07/2024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7BD1D50" w:rsidR="00B0293A" w:rsidRPr="00251A4B" w:rsidRDefault="00210B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31/07/2027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7C640D0" w:rsidR="00B0293A" w:rsidRPr="00CB6DDC" w:rsidRDefault="00210B3B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06/08/2024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67FD13D" w:rsidR="00B0293A" w:rsidRPr="00532E97" w:rsidRDefault="00210B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08/08/2024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1A42267" w:rsidR="00B0293A" w:rsidRPr="00532E97" w:rsidRDefault="00210B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12/08/2024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A9340A4" w:rsidR="00B0293A" w:rsidRPr="00532E97" w:rsidRDefault="00210B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14/08/2024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8606905" w:rsidR="00B0293A" w:rsidRPr="00532E97" w:rsidRDefault="00210B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BC0EDD">
              <w:rPr>
                <w:rFonts w:ascii="Calibri" w:hAnsi="Calibri"/>
                <w:szCs w:val="20"/>
              </w:rPr>
              <w:t>/08/24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807EE81" w:rsidR="00B0293A" w:rsidRPr="00532E97" w:rsidRDefault="00210B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BA5379">
              <w:rPr>
                <w:rFonts w:ascii="Calibri" w:hAnsi="Calibri"/>
                <w:szCs w:val="20"/>
              </w:rPr>
              <w:t>/08/24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97624" w14:textId="77777777" w:rsidR="00302067" w:rsidRDefault="00302067">
      <w:r>
        <w:separator/>
      </w:r>
    </w:p>
  </w:endnote>
  <w:endnote w:type="continuationSeparator" w:id="0">
    <w:p w14:paraId="1C5C9254" w14:textId="77777777" w:rsidR="00302067" w:rsidRDefault="00302067">
      <w:r>
        <w:continuationSeparator/>
      </w:r>
    </w:p>
  </w:endnote>
  <w:endnote w:type="continuationNotice" w:id="1">
    <w:p w14:paraId="42E6F873" w14:textId="77777777" w:rsidR="00302067" w:rsidRDefault="00302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D7E645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10B3B">
      <w:rPr>
        <w:noProof/>
      </w:rPr>
      <w:t>2024-07-22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EBC5C" w14:textId="77777777" w:rsidR="00302067" w:rsidRDefault="00302067">
      <w:r>
        <w:separator/>
      </w:r>
    </w:p>
  </w:footnote>
  <w:footnote w:type="continuationSeparator" w:id="0">
    <w:p w14:paraId="5B048269" w14:textId="77777777" w:rsidR="00302067" w:rsidRDefault="00302067">
      <w:r>
        <w:continuationSeparator/>
      </w:r>
    </w:p>
  </w:footnote>
  <w:footnote w:type="continuationNotice" w:id="1">
    <w:p w14:paraId="7BCC417E" w14:textId="77777777" w:rsidR="00302067" w:rsidRDefault="00302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2F2F1392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768527">
    <w:abstractNumId w:val="1"/>
  </w:num>
  <w:num w:numId="2" w16cid:durableId="541748650">
    <w:abstractNumId w:val="10"/>
  </w:num>
  <w:num w:numId="3" w16cid:durableId="205290386">
    <w:abstractNumId w:val="11"/>
  </w:num>
  <w:num w:numId="4" w16cid:durableId="1375697869">
    <w:abstractNumId w:val="4"/>
  </w:num>
  <w:num w:numId="5" w16cid:durableId="972561398">
    <w:abstractNumId w:val="3"/>
  </w:num>
  <w:num w:numId="6" w16cid:durableId="324474279">
    <w:abstractNumId w:val="7"/>
  </w:num>
  <w:num w:numId="7" w16cid:durableId="671764579">
    <w:abstractNumId w:val="5"/>
  </w:num>
  <w:num w:numId="8" w16cid:durableId="508448992">
    <w:abstractNumId w:val="9"/>
  </w:num>
  <w:num w:numId="9" w16cid:durableId="1284993523">
    <w:abstractNumId w:val="0"/>
  </w:num>
  <w:num w:numId="10" w16cid:durableId="48575314">
    <w:abstractNumId w:val="8"/>
  </w:num>
  <w:num w:numId="11" w16cid:durableId="1636451625">
    <w:abstractNumId w:val="2"/>
  </w:num>
  <w:num w:numId="12" w16cid:durableId="206432537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536C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B3B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067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B7E1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681A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A47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A40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B7946"/>
    <w:rsid w:val="006C0117"/>
    <w:rsid w:val="006C0E01"/>
    <w:rsid w:val="006C1614"/>
    <w:rsid w:val="006C1693"/>
    <w:rsid w:val="006C1709"/>
    <w:rsid w:val="006C2312"/>
    <w:rsid w:val="006C2829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A66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707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386F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58B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451C"/>
    <w:rsid w:val="008C501A"/>
    <w:rsid w:val="008C64F0"/>
    <w:rsid w:val="008C7157"/>
    <w:rsid w:val="008C72D6"/>
    <w:rsid w:val="008C7C5F"/>
    <w:rsid w:val="008C7F89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1E35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379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0EDD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4C9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15</cp:revision>
  <cp:lastPrinted>2013-10-18T08:32:00Z</cp:lastPrinted>
  <dcterms:created xsi:type="dcterms:W3CDTF">2020-07-06T12:32:00Z</dcterms:created>
  <dcterms:modified xsi:type="dcterms:W3CDTF">2024-07-22T02:55:00Z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